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ABC" w:rsidRDefault="00F62ABC" w:rsidP="008040C5">
      <w:pPr>
        <w:jc w:val="right"/>
      </w:pPr>
      <w:r>
        <w:t>Chojna, 30.07.2015 r.</w:t>
      </w:r>
    </w:p>
    <w:p w:rsidR="00F62ABC" w:rsidRDefault="00F62ABC" w:rsidP="008040C5"/>
    <w:p w:rsidR="00F62ABC" w:rsidRDefault="00F62ABC" w:rsidP="008040C5">
      <w:r>
        <w:t>ZGDO.273.2.2015</w:t>
      </w:r>
    </w:p>
    <w:p w:rsidR="00F62ABC" w:rsidRDefault="00F62ABC" w:rsidP="008040C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Uczestnicy postępowania</w:t>
      </w:r>
    </w:p>
    <w:p w:rsidR="00F62ABC" w:rsidRDefault="00F62ABC" w:rsidP="008040C5"/>
    <w:p w:rsidR="00F62ABC" w:rsidRDefault="00F62ABC" w:rsidP="008040C5">
      <w:pPr>
        <w:spacing w:after="0"/>
        <w:jc w:val="both"/>
      </w:pPr>
      <w:r>
        <w:t>Dotyczy: postępowania o udzielenie zamówienia publicznego w trybie przetargu nieograniczonego na zadanie pn. „Odbiór i zagospodarowanie odpadów komunalnych z nieruchomości zamieszkałych na terenie gmin położonych na terenie Związku Gmin Dolnej Odry z siedzibą w Chojnie”</w:t>
      </w:r>
    </w:p>
    <w:p w:rsidR="00F62ABC" w:rsidRDefault="00F62ABC" w:rsidP="008040C5"/>
    <w:p w:rsidR="00F62ABC" w:rsidRDefault="00F62ABC" w:rsidP="008040C5">
      <w:r>
        <w:t xml:space="preserve">Zamawiający zgodnie z art. 38 ust 4 </w:t>
      </w:r>
      <w:r w:rsidRPr="008040C5">
        <w:t>ustawy z dnia 29 stycznia 2004 r. Prawo zamówień publicznych (Dz. U. z 2013 z późn. zm.)</w:t>
      </w:r>
      <w:r>
        <w:t xml:space="preserve">, w uzasadnionych przypadkach może przed upływem terminu składania ofert zmienić treść specyfikacji istotnych warunków zamówienia. </w:t>
      </w:r>
    </w:p>
    <w:p w:rsidR="00F62ABC" w:rsidRDefault="00F62ABC" w:rsidP="008040C5">
      <w:r>
        <w:t>W związku z powyższym została zmieniona treść:</w:t>
      </w:r>
    </w:p>
    <w:p w:rsidR="00F62ABC" w:rsidRDefault="00F62ABC" w:rsidP="008040C5">
      <w:pPr>
        <w:pStyle w:val="ListParagraph"/>
        <w:numPr>
          <w:ilvl w:val="0"/>
          <w:numId w:val="2"/>
        </w:numPr>
      </w:pPr>
      <w:r>
        <w:t xml:space="preserve">Załącznika nr 1 do SIWZ – Szczegółowego Opisu Przedmiotu Zamówienia w Rozdziale VII ust. 7, dotycząca danych zawartych w tabeli  Przewidzianych do zebrania z terenu ZGDO ilości odpadów w latach 2016 – 2019 </w:t>
      </w:r>
    </w:p>
    <w:p w:rsidR="00F62ABC" w:rsidRPr="00E9776D" w:rsidRDefault="00F62ABC" w:rsidP="00ED61CE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treść przed zmianą </w:t>
      </w:r>
      <w:r w:rsidRPr="00E9776D">
        <w:rPr>
          <w:b/>
          <w:bCs/>
        </w:rPr>
        <w:t>:</w:t>
      </w:r>
    </w:p>
    <w:tbl>
      <w:tblPr>
        <w:tblW w:w="9063" w:type="dxa"/>
        <w:jc w:val="center"/>
        <w:tblInd w:w="55" w:type="dxa"/>
        <w:tblCellMar>
          <w:left w:w="70" w:type="dxa"/>
          <w:right w:w="70" w:type="dxa"/>
        </w:tblCellMar>
        <w:tblLook w:val="00A0"/>
      </w:tblPr>
      <w:tblGrid>
        <w:gridCol w:w="860"/>
        <w:gridCol w:w="1819"/>
        <w:gridCol w:w="1553"/>
        <w:gridCol w:w="1974"/>
        <w:gridCol w:w="863"/>
        <w:gridCol w:w="1019"/>
        <w:gridCol w:w="994"/>
      </w:tblGrid>
      <w:tr w:rsidR="00F62ABC" w:rsidRPr="00164E37">
        <w:trPr>
          <w:trHeight w:val="1095"/>
          <w:jc w:val="center"/>
        </w:trPr>
        <w:tc>
          <w:tcPr>
            <w:tcW w:w="906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CB778F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Przewidziana do zebrania z terenu ZGDO ilość odpadów w latach 2016 - 2019 [Mg]</w:t>
            </w:r>
          </w:p>
        </w:tc>
      </w:tr>
      <w:tr w:rsidR="00F62ABC" w:rsidRPr="00164E37">
        <w:trPr>
          <w:trHeight w:val="162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Razem zmieszane i biodegradowalne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Razem papier, zmieszane opakowaniowe i szkło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2ABC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 xml:space="preserve">Razem wielkogabarytowe, elektroodpady </w:t>
            </w:r>
          </w:p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i opony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PSZOK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Chojnie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Pozostałe</w:t>
            </w:r>
          </w:p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PSZOK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Razem</w:t>
            </w:r>
          </w:p>
        </w:tc>
      </w:tr>
      <w:tr w:rsidR="00F62ABC" w:rsidRPr="00164E37">
        <w:trPr>
          <w:trHeight w:val="1345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 1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21965,24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1978,68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818,4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400,00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26762,32</w:t>
            </w:r>
          </w:p>
        </w:tc>
      </w:tr>
      <w:tr w:rsidR="00F62ABC" w:rsidRPr="00164E37">
        <w:trPr>
          <w:trHeight w:val="1865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 2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18477,67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2292,58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1027,66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1200,00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97,91</w:t>
            </w:r>
          </w:p>
        </w:tc>
      </w:tr>
      <w:tr w:rsidR="00F62ABC" w:rsidRPr="00164E37">
        <w:trPr>
          <w:trHeight w:val="1335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 3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17801,21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2377,94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921,67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1800,00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00,82</w:t>
            </w:r>
          </w:p>
        </w:tc>
      </w:tr>
      <w:tr w:rsidR="00F62ABC" w:rsidRPr="00164E37">
        <w:trPr>
          <w:trHeight w:val="109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 4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11171,20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1423,27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442,46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1400,00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44</w:t>
            </w: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36,9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F62ABC" w:rsidRPr="00164E37">
        <w:trPr>
          <w:trHeight w:val="33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69415,32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8072,46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3210,20</w:t>
            </w:r>
          </w:p>
        </w:tc>
        <w:tc>
          <w:tcPr>
            <w:tcW w:w="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1600,00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4800,00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2297,98</w:t>
            </w:r>
          </w:p>
        </w:tc>
      </w:tr>
    </w:tbl>
    <w:p w:rsidR="00F62ABC" w:rsidRDefault="00F62ABC" w:rsidP="00E9776D">
      <w:pPr>
        <w:pStyle w:val="ListParagraph"/>
        <w:ind w:left="1080"/>
      </w:pPr>
    </w:p>
    <w:p w:rsidR="00F62ABC" w:rsidRPr="00E9776D" w:rsidRDefault="00F62ABC" w:rsidP="00ED61CE">
      <w:pPr>
        <w:pStyle w:val="ListParagraph"/>
        <w:numPr>
          <w:ilvl w:val="0"/>
          <w:numId w:val="3"/>
        </w:numPr>
        <w:rPr>
          <w:b/>
          <w:bCs/>
        </w:rPr>
      </w:pPr>
      <w:r w:rsidRPr="00E9776D">
        <w:rPr>
          <w:b/>
          <w:bCs/>
        </w:rPr>
        <w:t>t</w:t>
      </w:r>
      <w:r>
        <w:rPr>
          <w:b/>
          <w:bCs/>
        </w:rPr>
        <w:t xml:space="preserve">reść po zmianie </w:t>
      </w:r>
      <w:r w:rsidRPr="00E9776D">
        <w:rPr>
          <w:b/>
          <w:bCs/>
        </w:rPr>
        <w:t>:</w:t>
      </w:r>
    </w:p>
    <w:tbl>
      <w:tblPr>
        <w:tblW w:w="9126" w:type="dxa"/>
        <w:jc w:val="center"/>
        <w:tblInd w:w="55" w:type="dxa"/>
        <w:tblCellMar>
          <w:left w:w="70" w:type="dxa"/>
          <w:right w:w="70" w:type="dxa"/>
        </w:tblCellMar>
        <w:tblLook w:val="00A0"/>
      </w:tblPr>
      <w:tblGrid>
        <w:gridCol w:w="860"/>
        <w:gridCol w:w="1819"/>
        <w:gridCol w:w="1553"/>
        <w:gridCol w:w="1891"/>
        <w:gridCol w:w="954"/>
        <w:gridCol w:w="1019"/>
        <w:gridCol w:w="1030"/>
      </w:tblGrid>
      <w:tr w:rsidR="00F62ABC" w:rsidRPr="00164E37">
        <w:trPr>
          <w:trHeight w:val="1095"/>
          <w:jc w:val="center"/>
        </w:trPr>
        <w:tc>
          <w:tcPr>
            <w:tcW w:w="9126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CB778F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Przewidziana do zebrania z terenu ZGDO ilość odpadów w latach 2016 - 2019 [Mg]</w:t>
            </w:r>
          </w:p>
        </w:tc>
      </w:tr>
      <w:tr w:rsidR="00F62ABC" w:rsidRPr="00164E37">
        <w:trPr>
          <w:trHeight w:val="162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Razem zmieszane i biodegradowalne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Razem papier, zmieszane opakowaniowe i szkło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2ABC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 xml:space="preserve">Razem wielkogabarytowe, elektroodpady </w:t>
            </w:r>
          </w:p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i opony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PSZOK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Chojnie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Pozostałe</w:t>
            </w:r>
          </w:p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PSZOK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Razem</w:t>
            </w:r>
          </w:p>
        </w:tc>
      </w:tr>
      <w:tr w:rsidR="00F62ABC" w:rsidRPr="00164E37">
        <w:trPr>
          <w:trHeight w:val="1345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 1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19 968,40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1 798,80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744,00 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1 600,00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400,00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24 511,20</w:t>
            </w:r>
          </w:p>
        </w:tc>
      </w:tr>
      <w:tr w:rsidR="00F62ABC" w:rsidRPr="00164E37">
        <w:trPr>
          <w:trHeight w:val="1865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 2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16 797,90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2 084,16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934,24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1200,00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21 016,30</w:t>
            </w:r>
          </w:p>
        </w:tc>
      </w:tr>
      <w:tr w:rsidR="00F62ABC" w:rsidRPr="00164E37">
        <w:trPr>
          <w:trHeight w:val="1335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 3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16 182,90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2 161,76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837,88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1800,00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20 982,54</w:t>
            </w:r>
          </w:p>
        </w:tc>
      </w:tr>
      <w:tr w:rsidR="00F62ABC" w:rsidRPr="00164E37">
        <w:trPr>
          <w:trHeight w:val="109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Sektor 4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10 155,60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1 293,88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402,24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1400,00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13 251,72</w:t>
            </w:r>
          </w:p>
        </w:tc>
      </w:tr>
      <w:tr w:rsidR="00F62ABC" w:rsidRPr="00164E37">
        <w:trPr>
          <w:trHeight w:val="330"/>
          <w:jc w:val="center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B778F">
              <w:rPr>
                <w:rFonts w:ascii="Arial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63 104,80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7 338,60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2 918,36</w:t>
            </w:r>
          </w:p>
        </w:tc>
        <w:tc>
          <w:tcPr>
            <w:tcW w:w="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1 600,00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4 800,00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62ABC" w:rsidRPr="00CB778F" w:rsidRDefault="00F62ABC" w:rsidP="00AF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79 761,76</w:t>
            </w:r>
          </w:p>
        </w:tc>
      </w:tr>
    </w:tbl>
    <w:p w:rsidR="00F62ABC" w:rsidRDefault="00F62ABC" w:rsidP="00E9776D">
      <w:pPr>
        <w:ind w:left="720"/>
      </w:pPr>
    </w:p>
    <w:p w:rsidR="00F62ABC" w:rsidRDefault="00F62ABC" w:rsidP="00ED61CE">
      <w:pPr>
        <w:pStyle w:val="ListParagraph"/>
      </w:pPr>
    </w:p>
    <w:p w:rsidR="00F62ABC" w:rsidRDefault="00F62ABC" w:rsidP="008040C5">
      <w:pPr>
        <w:pStyle w:val="ListParagraph"/>
        <w:numPr>
          <w:ilvl w:val="0"/>
          <w:numId w:val="2"/>
        </w:numPr>
      </w:pPr>
      <w:r>
        <w:t>Załącznik nr 2 do SIWZ – Formularza oferty, dotycząca ilości odpadów przewidzianych do zebrania w latach 2016 – 2019:</w:t>
      </w:r>
    </w:p>
    <w:p w:rsidR="00F62ABC" w:rsidRDefault="00F62ABC" w:rsidP="00087DE1">
      <w:pPr>
        <w:pStyle w:val="ListParagraph"/>
        <w:numPr>
          <w:ilvl w:val="0"/>
          <w:numId w:val="4"/>
        </w:numPr>
      </w:pPr>
      <w:r>
        <w:t>Sektor 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20"/>
        <w:gridCol w:w="1559"/>
        <w:gridCol w:w="1560"/>
      </w:tblGrid>
      <w:tr w:rsidR="00F62ABC" w:rsidRPr="00164E37">
        <w:tc>
          <w:tcPr>
            <w:tcW w:w="5920" w:type="dxa"/>
            <w:vMerge w:val="restart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087DE1">
              <w:rPr>
                <w:b/>
                <w:bCs/>
                <w:sz w:val="20"/>
                <w:szCs w:val="20"/>
                <w:lang w:eastAsia="pl-PL"/>
              </w:rPr>
              <w:t>SEKTOR I</w:t>
            </w:r>
          </w:p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087DE1">
              <w:rPr>
                <w:b/>
                <w:bCs/>
                <w:sz w:val="20"/>
                <w:szCs w:val="20"/>
                <w:lang w:eastAsia="pl-PL"/>
              </w:rPr>
              <w:t>Gminy: Boleszkowice, Cedynia, Chojna, Moryń</w:t>
            </w:r>
          </w:p>
        </w:tc>
        <w:tc>
          <w:tcPr>
            <w:tcW w:w="1559" w:type="dxa"/>
          </w:tcPr>
          <w:p w:rsidR="00F62ABC" w:rsidRPr="00B820B2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820B2">
              <w:rPr>
                <w:b/>
                <w:bCs/>
                <w:sz w:val="20"/>
                <w:szCs w:val="20"/>
                <w:lang w:eastAsia="pl-PL"/>
              </w:rPr>
              <w:t xml:space="preserve">Treść </w:t>
            </w:r>
            <w:r>
              <w:rPr>
                <w:b/>
                <w:bCs/>
                <w:sz w:val="20"/>
                <w:szCs w:val="20"/>
                <w:lang w:eastAsia="pl-PL"/>
              </w:rPr>
              <w:t>przed zmianą</w:t>
            </w:r>
          </w:p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:rsidR="00F62ABC" w:rsidRPr="00087DE1" w:rsidRDefault="00F62ABC" w:rsidP="00FE4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820B2">
              <w:rPr>
                <w:b/>
                <w:bCs/>
                <w:sz w:val="20"/>
                <w:szCs w:val="20"/>
                <w:lang w:eastAsia="pl-PL"/>
              </w:rPr>
              <w:t xml:space="preserve">Treść </w:t>
            </w:r>
            <w:r>
              <w:rPr>
                <w:b/>
                <w:bCs/>
                <w:sz w:val="20"/>
                <w:szCs w:val="20"/>
                <w:lang w:eastAsia="pl-PL"/>
              </w:rPr>
              <w:t>po zmianie</w:t>
            </w:r>
          </w:p>
        </w:tc>
      </w:tr>
      <w:tr w:rsidR="00F62ABC" w:rsidRPr="00164E37">
        <w:tc>
          <w:tcPr>
            <w:tcW w:w="5920" w:type="dxa"/>
            <w:vMerge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 xml:space="preserve">Ilość odpadów w latach </w:t>
            </w:r>
          </w:p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>2016-2019</w:t>
            </w:r>
          </w:p>
        </w:tc>
        <w:tc>
          <w:tcPr>
            <w:tcW w:w="1560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 xml:space="preserve">Ilość odpadów w latach </w:t>
            </w:r>
          </w:p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>2016-2019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>Odbiór i zagospodarowanie gromadzonych na nieruchomości zmieszanych niesegregowanych odpadów komunalnych (w tym odpadów ulegających biodegradacji i choinek naturalnych), oraz pozostałości z sortowania odpadów komunalnych.</w:t>
            </w:r>
          </w:p>
        </w:tc>
        <w:tc>
          <w:tcPr>
            <w:tcW w:w="1559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>21 965,24 Mg</w:t>
            </w:r>
          </w:p>
        </w:tc>
        <w:tc>
          <w:tcPr>
            <w:tcW w:w="1560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19 968,40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 xml:space="preserve">Odbiór i zagospodarowanie pochodzących z nieruchomości zamieszkałych selektywnych odpadów komunalnych z papieru, tworzyw sztucznych w tym metali i szkła, gromadzonych w workach w zabudowie jednorodzinnej </w:t>
            </w:r>
            <w:r w:rsidRPr="00087DE1">
              <w:rPr>
                <w:sz w:val="18"/>
                <w:szCs w:val="18"/>
                <w:lang w:eastAsia="pl-PL"/>
              </w:rPr>
              <w:br/>
              <w:t>i pojemnikach w ogólnodostępnych punktach zbierania odpadów oraz odpadów komunalnych gromadzonych w sposób selektywny w pojemnikach typu „dzwon” będących własnością Gminy Chojna z punktów wskazanych przez Zamawiającego</w:t>
            </w:r>
          </w:p>
        </w:tc>
        <w:tc>
          <w:tcPr>
            <w:tcW w:w="1559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1 978,68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1 798,80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 xml:space="preserve">Odbiór i zagospodarowanie gromadzonych na nieruchomości w sposób selektywny odpadów komunalnych wielkogabarytowych w tym mebli i innych odpadów wielkogabarytowych, przeterminowanych leków i opakowań </w:t>
            </w:r>
            <w:r w:rsidRPr="00087DE1">
              <w:rPr>
                <w:sz w:val="18"/>
                <w:szCs w:val="18"/>
                <w:lang w:eastAsia="pl-PL"/>
              </w:rPr>
              <w:br/>
              <w:t xml:space="preserve">po lekach, chemikaliów i opakowań po chemikaliach w tym farb, rozpuszczalników, olejów odpadowych itp., zużytych baterii i akumulatorów, zużytego sprzętu elektrycznego i elektronicznego, wszystkiego rodzaju lamp żarowych, halogenowych, świetlówek, zużytych opon zgodnie z Regulaminami utrzymania porządku i czystości na terenie ZGDO, oraz odpadów komunalnych gromadzonych w sposób selektywny o kodzie 20 01 32 </w:t>
            </w:r>
            <w:r w:rsidRPr="00087DE1">
              <w:rPr>
                <w:sz w:val="18"/>
                <w:szCs w:val="18"/>
                <w:lang w:eastAsia="pl-PL"/>
              </w:rPr>
              <w:br/>
              <w:t>z punktów aptecznych/przychodni wskazanych przez Zamawiającego.</w:t>
            </w:r>
          </w:p>
        </w:tc>
        <w:tc>
          <w:tcPr>
            <w:tcW w:w="1559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818,4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087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744,00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</w:tbl>
    <w:p w:rsidR="00F62ABC" w:rsidRDefault="00F62ABC" w:rsidP="00087DE1">
      <w:pPr>
        <w:pStyle w:val="ListParagraph"/>
        <w:ind w:left="1080"/>
      </w:pPr>
    </w:p>
    <w:p w:rsidR="00F62ABC" w:rsidRDefault="00F62ABC" w:rsidP="00087DE1">
      <w:pPr>
        <w:pStyle w:val="ListParagraph"/>
        <w:numPr>
          <w:ilvl w:val="0"/>
          <w:numId w:val="4"/>
        </w:numPr>
      </w:pPr>
      <w:r>
        <w:t xml:space="preserve">Sektor II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20"/>
        <w:gridCol w:w="1559"/>
        <w:gridCol w:w="1560"/>
      </w:tblGrid>
      <w:tr w:rsidR="00F62ABC" w:rsidRPr="00164E37">
        <w:tc>
          <w:tcPr>
            <w:tcW w:w="5920" w:type="dxa"/>
            <w:vMerge w:val="restart"/>
          </w:tcPr>
          <w:p w:rsidR="00F62ABC" w:rsidRPr="00164E37" w:rsidRDefault="00F62ABC" w:rsidP="00B820B2">
            <w:pPr>
              <w:autoSpaceDE w:val="0"/>
              <w:autoSpaceDN w:val="0"/>
              <w:adjustRightInd w:val="0"/>
              <w:spacing w:after="0"/>
              <w:rPr>
                <w:b/>
                <w:bCs/>
                <w:sz w:val="20"/>
                <w:szCs w:val="20"/>
              </w:rPr>
            </w:pPr>
            <w:r w:rsidRPr="00164E37">
              <w:rPr>
                <w:b/>
                <w:bCs/>
                <w:sz w:val="20"/>
                <w:szCs w:val="20"/>
              </w:rPr>
              <w:t>SEKTOR II</w:t>
            </w:r>
          </w:p>
          <w:p w:rsidR="00F62ABC" w:rsidRPr="00164E37" w:rsidRDefault="00F62ABC" w:rsidP="00B820B2">
            <w:pPr>
              <w:autoSpaceDE w:val="0"/>
              <w:autoSpaceDN w:val="0"/>
              <w:adjustRightInd w:val="0"/>
              <w:spacing w:after="0"/>
              <w:rPr>
                <w:b/>
                <w:bCs/>
                <w:sz w:val="20"/>
                <w:szCs w:val="20"/>
              </w:rPr>
            </w:pPr>
            <w:r w:rsidRPr="00164E37">
              <w:rPr>
                <w:b/>
                <w:bCs/>
                <w:sz w:val="20"/>
                <w:szCs w:val="20"/>
              </w:rPr>
              <w:t>Gminy: Banie, Bielice, Kozielice, Lipiany, Nowogródek Pomorski, Widuchowa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FE4CAA">
              <w:rPr>
                <w:b/>
                <w:bCs/>
                <w:sz w:val="20"/>
                <w:szCs w:val="20"/>
                <w:lang w:eastAsia="pl-PL"/>
              </w:rPr>
              <w:t>Treść przed zmianą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FE4CAA">
              <w:rPr>
                <w:b/>
                <w:bCs/>
                <w:sz w:val="20"/>
                <w:szCs w:val="20"/>
                <w:lang w:eastAsia="pl-PL"/>
              </w:rPr>
              <w:t>Treść po zmianie</w:t>
            </w:r>
          </w:p>
        </w:tc>
      </w:tr>
      <w:tr w:rsidR="00F62ABC" w:rsidRPr="00164E37">
        <w:tc>
          <w:tcPr>
            <w:tcW w:w="5920" w:type="dxa"/>
            <w:vMerge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 xml:space="preserve">Ilość odpadów w latach </w:t>
            </w:r>
          </w:p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>2016-2019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 xml:space="preserve">Ilość odpadów w latach </w:t>
            </w:r>
          </w:p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>2016-2019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>Odbiór i zagospodarowanie gromadzonych na nieruchomości zmieszanych niesegregowanych odpadów komunalnych (w tym odpadów ulegających biodegradacji i choinek naturalnych), oraz pozostałości z sortowania odpadów komunalnych.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18 477,67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16 797,90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 xml:space="preserve">Odbiór i zagospodarowanie pochodzących z nieruchomości zamieszkałych selektywnych odpadów komunalnych z papieru, tworzyw sztucznych w tym metali i szkła, gromadzonych w workach w zabudowie jednorodzinnej </w:t>
            </w:r>
            <w:r w:rsidRPr="00087DE1">
              <w:rPr>
                <w:sz w:val="18"/>
                <w:szCs w:val="18"/>
                <w:lang w:eastAsia="pl-PL"/>
              </w:rPr>
              <w:br/>
              <w:t xml:space="preserve">i pojemnikach w ogólnodostępnych punktach zbierania odpadów oraz odpadów komunalnych gromadzonych w sposób selektywny w pojemnikach typu „dzwon” będących własnością Gminy </w:t>
            </w:r>
            <w:r>
              <w:rPr>
                <w:sz w:val="18"/>
                <w:szCs w:val="18"/>
                <w:lang w:eastAsia="pl-PL"/>
              </w:rPr>
              <w:t>Banie</w:t>
            </w:r>
            <w:r w:rsidRPr="00087DE1">
              <w:rPr>
                <w:sz w:val="18"/>
                <w:szCs w:val="18"/>
                <w:lang w:eastAsia="pl-PL"/>
              </w:rPr>
              <w:t xml:space="preserve"> z punktów wskazanych przez Zamawiającego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2 292,58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2 084,16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 xml:space="preserve">Odbiór i zagospodarowanie gromadzonych na nieruchomości w sposób selektywny odpadów komunalnych wielkogabarytowych w tym mebli i innych odpadów wielkogabarytowych, przeterminowanych leków i opakowań </w:t>
            </w:r>
            <w:r w:rsidRPr="00087DE1">
              <w:rPr>
                <w:sz w:val="18"/>
                <w:szCs w:val="18"/>
                <w:lang w:eastAsia="pl-PL"/>
              </w:rPr>
              <w:br/>
              <w:t xml:space="preserve">po lekach, chemikaliów i opakowań po chemikaliach w tym farb, rozpuszczalników, olejów odpadowych itp., zużytych baterii i akumulatorów, zużytego sprzętu elektrycznego i elektronicznego, wszystkiego rodzaju lamp żarowych, halogenowych, świetlówek, zużytych opon zgodnie z Regulaminami utrzymania porządku i czystości na terenie ZGDO, oraz odpadów komunalnych gromadzonych w sposób selektywny o kodzie 20 01 32 </w:t>
            </w:r>
            <w:r w:rsidRPr="00087DE1">
              <w:rPr>
                <w:sz w:val="18"/>
                <w:szCs w:val="18"/>
                <w:lang w:eastAsia="pl-PL"/>
              </w:rPr>
              <w:br/>
              <w:t>z punktów aptecznych/przychodni wskazanych przez Zamawiającego.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1 027,66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934,24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</w:tbl>
    <w:p w:rsidR="00F62ABC" w:rsidRDefault="00F62ABC" w:rsidP="00087DE1">
      <w:pPr>
        <w:pStyle w:val="ListParagraph"/>
        <w:ind w:left="1080"/>
      </w:pPr>
    </w:p>
    <w:p w:rsidR="00F62ABC" w:rsidRDefault="00F62ABC" w:rsidP="00087DE1">
      <w:pPr>
        <w:pStyle w:val="ListParagraph"/>
        <w:numPr>
          <w:ilvl w:val="0"/>
          <w:numId w:val="4"/>
        </w:numPr>
      </w:pPr>
      <w:r>
        <w:t>Sektor III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20"/>
        <w:gridCol w:w="1559"/>
        <w:gridCol w:w="1560"/>
      </w:tblGrid>
      <w:tr w:rsidR="00F62ABC" w:rsidRPr="00164E37">
        <w:tc>
          <w:tcPr>
            <w:tcW w:w="5920" w:type="dxa"/>
            <w:vMerge w:val="restart"/>
          </w:tcPr>
          <w:p w:rsidR="00F62ABC" w:rsidRPr="00164E37" w:rsidRDefault="00F62ABC" w:rsidP="00AF55A2">
            <w:pPr>
              <w:autoSpaceDE w:val="0"/>
              <w:autoSpaceDN w:val="0"/>
              <w:adjustRightInd w:val="0"/>
              <w:spacing w:after="0"/>
              <w:rPr>
                <w:b/>
                <w:bCs/>
                <w:sz w:val="20"/>
                <w:szCs w:val="20"/>
              </w:rPr>
            </w:pPr>
            <w:r w:rsidRPr="00164E37">
              <w:rPr>
                <w:b/>
                <w:bCs/>
                <w:sz w:val="20"/>
                <w:szCs w:val="20"/>
              </w:rPr>
              <w:t>SEKTOR III</w:t>
            </w:r>
          </w:p>
          <w:p w:rsidR="00F62ABC" w:rsidRPr="00164E37" w:rsidRDefault="00F62ABC" w:rsidP="00AF55A2">
            <w:pPr>
              <w:autoSpaceDE w:val="0"/>
              <w:autoSpaceDN w:val="0"/>
              <w:adjustRightInd w:val="0"/>
              <w:spacing w:after="0"/>
              <w:rPr>
                <w:b/>
                <w:bCs/>
                <w:sz w:val="20"/>
                <w:szCs w:val="20"/>
              </w:rPr>
            </w:pPr>
            <w:r w:rsidRPr="00164E37">
              <w:rPr>
                <w:b/>
                <w:bCs/>
                <w:sz w:val="20"/>
                <w:szCs w:val="20"/>
              </w:rPr>
              <w:t>Gminy: Marianowo, Stare Czarnowo, Stargard Szczeciński gmina wiejska, Warnice</w:t>
            </w:r>
          </w:p>
        </w:tc>
        <w:tc>
          <w:tcPr>
            <w:tcW w:w="1559" w:type="dxa"/>
          </w:tcPr>
          <w:p w:rsidR="00F62ABC" w:rsidRPr="00B820B2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820B2">
              <w:rPr>
                <w:b/>
                <w:bCs/>
                <w:sz w:val="20"/>
                <w:szCs w:val="20"/>
                <w:lang w:eastAsia="pl-PL"/>
              </w:rPr>
              <w:t xml:space="preserve">Treść </w:t>
            </w:r>
            <w:r>
              <w:rPr>
                <w:b/>
                <w:bCs/>
                <w:sz w:val="20"/>
                <w:szCs w:val="20"/>
                <w:lang w:eastAsia="pl-PL"/>
              </w:rPr>
              <w:t xml:space="preserve">przed </w:t>
            </w:r>
            <w:r w:rsidRPr="00B820B2">
              <w:rPr>
                <w:b/>
                <w:bCs/>
                <w:sz w:val="20"/>
                <w:szCs w:val="20"/>
                <w:lang w:eastAsia="pl-PL"/>
              </w:rPr>
              <w:t>zmi</w:t>
            </w:r>
            <w:r>
              <w:rPr>
                <w:b/>
                <w:bCs/>
                <w:sz w:val="20"/>
                <w:szCs w:val="20"/>
                <w:lang w:eastAsia="pl-PL"/>
              </w:rPr>
              <w:t>aną</w:t>
            </w:r>
          </w:p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820B2">
              <w:rPr>
                <w:b/>
                <w:bCs/>
                <w:sz w:val="20"/>
                <w:szCs w:val="20"/>
                <w:lang w:eastAsia="pl-PL"/>
              </w:rPr>
              <w:t xml:space="preserve">Treść </w:t>
            </w:r>
            <w:r>
              <w:rPr>
                <w:b/>
                <w:bCs/>
                <w:sz w:val="20"/>
                <w:szCs w:val="20"/>
                <w:lang w:eastAsia="pl-PL"/>
              </w:rPr>
              <w:t>po zmianie</w:t>
            </w:r>
          </w:p>
        </w:tc>
      </w:tr>
      <w:tr w:rsidR="00F62ABC" w:rsidRPr="00164E37">
        <w:tc>
          <w:tcPr>
            <w:tcW w:w="5920" w:type="dxa"/>
            <w:vMerge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 xml:space="preserve">Ilość odpadów w latach </w:t>
            </w:r>
          </w:p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>2016-2019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 xml:space="preserve">Ilość odpadów w latach </w:t>
            </w:r>
          </w:p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>2016-2019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>Odbiór i zagospodarowanie gromadzonych na nieruchomości zmieszanych niesegregowanych odpadów komunalnych (w tym odpadów ulegających biodegradacji i choinek naturalnych), oraz pozostałości z sortowania odpadów komunalnych.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17 801,21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16 182,90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 xml:space="preserve">Odbiór i zagospodarowanie pochodzących z nieruchomości zamieszkałych selektywnych odpadów komunalnych z papieru, tworzyw sztucznych w tym metali i szkła, gromadzonych w workach w zabudowie jednorodzinnej </w:t>
            </w:r>
            <w:r w:rsidRPr="00087DE1">
              <w:rPr>
                <w:sz w:val="18"/>
                <w:szCs w:val="18"/>
                <w:lang w:eastAsia="pl-PL"/>
              </w:rPr>
              <w:br/>
              <w:t xml:space="preserve">i pojemnikach w ogólnodostępnych punktach zbierania odpadów oraz odpadów komunalnych gromadzonych w sposób selektywny w pojemnikach typu „dzwon” będących własnością Gminy </w:t>
            </w:r>
            <w:r>
              <w:rPr>
                <w:sz w:val="18"/>
                <w:szCs w:val="18"/>
                <w:lang w:eastAsia="pl-PL"/>
              </w:rPr>
              <w:t>Marianowo</w:t>
            </w:r>
            <w:r w:rsidRPr="00087DE1">
              <w:rPr>
                <w:sz w:val="18"/>
                <w:szCs w:val="18"/>
                <w:lang w:eastAsia="pl-PL"/>
              </w:rPr>
              <w:t xml:space="preserve"> z punktów wskazanych przez Zamawiającego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2 377,94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2 161,76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 xml:space="preserve">Odbiór i zagospodarowanie gromadzonych na nieruchomości w sposób selektywny odpadów komunalnych wielkogabarytowych w tym mebli i innych odpadów wielkogabarytowych, przeterminowanych leków i opakowań </w:t>
            </w:r>
            <w:r w:rsidRPr="00087DE1">
              <w:rPr>
                <w:sz w:val="18"/>
                <w:szCs w:val="18"/>
                <w:lang w:eastAsia="pl-PL"/>
              </w:rPr>
              <w:br/>
              <w:t xml:space="preserve">po lekach, chemikaliów i opakowań po chemikaliach w tym farb, rozpuszczalników, olejów odpadowych itp., zużytych baterii i akumulatorów, zużytego sprzętu elektrycznego i elektronicznego, wszystkiego rodzaju lamp żarowych, halogenowych, świetlówek, zużytych opon zgodnie z Regulaminami utrzymania porządku i czystości na terenie ZGDO, oraz odpadów komunalnych gromadzonych w sposób selektywny o kodzie 20 01 32 </w:t>
            </w:r>
            <w:r w:rsidRPr="00087DE1">
              <w:rPr>
                <w:sz w:val="18"/>
                <w:szCs w:val="18"/>
                <w:lang w:eastAsia="pl-PL"/>
              </w:rPr>
              <w:br/>
              <w:t>z punktów aptecznych/przychodni wskazanych przez Zamawiającego.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921,67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837,88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</w:tbl>
    <w:p w:rsidR="00F62ABC" w:rsidRDefault="00F62ABC" w:rsidP="00B820B2">
      <w:pPr>
        <w:pStyle w:val="ListParagraph"/>
        <w:ind w:left="1080"/>
      </w:pPr>
    </w:p>
    <w:p w:rsidR="00F62ABC" w:rsidRDefault="00F62ABC" w:rsidP="00087DE1">
      <w:pPr>
        <w:pStyle w:val="ListParagraph"/>
        <w:numPr>
          <w:ilvl w:val="0"/>
          <w:numId w:val="4"/>
        </w:numPr>
      </w:pPr>
      <w:r>
        <w:t>Sektor IV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20"/>
        <w:gridCol w:w="1559"/>
        <w:gridCol w:w="1560"/>
      </w:tblGrid>
      <w:tr w:rsidR="00F62ABC" w:rsidRPr="00164E37">
        <w:tc>
          <w:tcPr>
            <w:tcW w:w="5920" w:type="dxa"/>
            <w:vMerge w:val="restart"/>
          </w:tcPr>
          <w:p w:rsidR="00F62ABC" w:rsidRPr="00164E37" w:rsidRDefault="00F62ABC" w:rsidP="00AF55A2">
            <w:pPr>
              <w:autoSpaceDE w:val="0"/>
              <w:autoSpaceDN w:val="0"/>
              <w:adjustRightInd w:val="0"/>
              <w:spacing w:after="0"/>
              <w:rPr>
                <w:b/>
                <w:bCs/>
                <w:sz w:val="20"/>
                <w:szCs w:val="20"/>
              </w:rPr>
            </w:pPr>
            <w:r w:rsidRPr="00164E37">
              <w:rPr>
                <w:b/>
                <w:bCs/>
                <w:sz w:val="20"/>
                <w:szCs w:val="20"/>
              </w:rPr>
              <w:t>SEKTOR IV</w:t>
            </w:r>
          </w:p>
          <w:p w:rsidR="00F62ABC" w:rsidRPr="00164E37" w:rsidRDefault="00F62ABC" w:rsidP="00AF55A2">
            <w:pPr>
              <w:autoSpaceDE w:val="0"/>
              <w:autoSpaceDN w:val="0"/>
              <w:adjustRightInd w:val="0"/>
              <w:spacing w:after="0"/>
              <w:rPr>
                <w:b/>
                <w:bCs/>
                <w:sz w:val="20"/>
                <w:szCs w:val="20"/>
              </w:rPr>
            </w:pPr>
            <w:r w:rsidRPr="00164E37">
              <w:rPr>
                <w:b/>
                <w:bCs/>
                <w:sz w:val="20"/>
                <w:szCs w:val="20"/>
              </w:rPr>
              <w:t>Gminy: Dolice, Krzęcin, Recz</w:t>
            </w:r>
          </w:p>
        </w:tc>
        <w:tc>
          <w:tcPr>
            <w:tcW w:w="1559" w:type="dxa"/>
          </w:tcPr>
          <w:p w:rsidR="00F62ABC" w:rsidRPr="00B820B2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820B2">
              <w:rPr>
                <w:b/>
                <w:bCs/>
                <w:sz w:val="20"/>
                <w:szCs w:val="20"/>
                <w:lang w:eastAsia="pl-PL"/>
              </w:rPr>
              <w:t xml:space="preserve">Treść </w:t>
            </w:r>
            <w:r>
              <w:rPr>
                <w:b/>
                <w:bCs/>
                <w:sz w:val="20"/>
                <w:szCs w:val="20"/>
                <w:lang w:eastAsia="pl-PL"/>
              </w:rPr>
              <w:t>przed zmianą</w:t>
            </w:r>
          </w:p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820B2">
              <w:rPr>
                <w:b/>
                <w:bCs/>
                <w:sz w:val="20"/>
                <w:szCs w:val="20"/>
                <w:lang w:eastAsia="pl-PL"/>
              </w:rPr>
              <w:t xml:space="preserve">Treść </w:t>
            </w:r>
            <w:r>
              <w:rPr>
                <w:b/>
                <w:bCs/>
                <w:sz w:val="20"/>
                <w:szCs w:val="20"/>
                <w:lang w:eastAsia="pl-PL"/>
              </w:rPr>
              <w:t>po zmianie</w:t>
            </w:r>
          </w:p>
        </w:tc>
      </w:tr>
      <w:tr w:rsidR="00F62ABC" w:rsidRPr="00164E37">
        <w:tc>
          <w:tcPr>
            <w:tcW w:w="5920" w:type="dxa"/>
            <w:vMerge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 xml:space="preserve">Ilość odpadów w latach </w:t>
            </w:r>
          </w:p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>2016-2019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 xml:space="preserve">Ilość odpadów w latach </w:t>
            </w:r>
          </w:p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087DE1">
              <w:rPr>
                <w:sz w:val="20"/>
                <w:szCs w:val="20"/>
                <w:lang w:eastAsia="pl-PL"/>
              </w:rPr>
              <w:t>2016-2019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>Odbiór i zagospodarowanie gromadzonych na nieruchomości zmieszanych niesegregowanych odpadów komunalnych (w tym odpadów ulegających biodegradacji i choinek naturalnych), oraz pozostałości z sortowania odpadów komunalnych.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11 171,20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10 155,60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D35C5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 xml:space="preserve">Odbiór i zagospodarowanie pochodzących z nieruchomości zamieszkałych selektywnych odpadów komunalnych z papieru, tworzyw sztucznych w tym metali i szkła, gromadzonych w workach w zabudowie jednorodzinnej </w:t>
            </w:r>
            <w:r w:rsidRPr="00087DE1">
              <w:rPr>
                <w:sz w:val="18"/>
                <w:szCs w:val="18"/>
                <w:lang w:eastAsia="pl-PL"/>
              </w:rPr>
              <w:br/>
              <w:t xml:space="preserve">i pojemnikach w ogólnodostępnych punktach zbierania odpadów 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1 423,27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1 293,88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  <w:tr w:rsidR="00F62ABC" w:rsidRPr="00164E37">
        <w:tc>
          <w:tcPr>
            <w:tcW w:w="592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 w:rsidRPr="00087DE1">
              <w:rPr>
                <w:sz w:val="18"/>
                <w:szCs w:val="18"/>
                <w:lang w:eastAsia="pl-PL"/>
              </w:rPr>
              <w:t xml:space="preserve">Odbiór i zagospodarowanie gromadzonych na nieruchomości w sposób selektywny odpadów komunalnych wielkogabarytowych w tym mebli i innych odpadów wielkogabarytowych, przeterminowanych leków i opakowań </w:t>
            </w:r>
            <w:r w:rsidRPr="00087DE1">
              <w:rPr>
                <w:sz w:val="18"/>
                <w:szCs w:val="18"/>
                <w:lang w:eastAsia="pl-PL"/>
              </w:rPr>
              <w:br/>
              <w:t xml:space="preserve">po lekach, chemikaliów i opakowań po chemikaliach w tym farb, rozpuszczalników, olejów odpadowych itp., zużytych baterii i akumulatorów, zużytego sprzętu elektrycznego i elektronicznego, wszystkiego rodzaju lamp żarowych, halogenowych, świetlówek, zużytych opon zgodnie z Regulaminami utrzymania porządku i czystości na terenie ZGDO, oraz odpadów komunalnych gromadzonych w sposób selektywny o kodzie 20 01 32 </w:t>
            </w:r>
            <w:r w:rsidRPr="00087DE1">
              <w:rPr>
                <w:sz w:val="18"/>
                <w:szCs w:val="18"/>
                <w:lang w:eastAsia="pl-PL"/>
              </w:rPr>
              <w:br/>
              <w:t>z punktów aptecznych/przychodni wskazanych przez Zamawiającego.</w:t>
            </w:r>
          </w:p>
        </w:tc>
        <w:tc>
          <w:tcPr>
            <w:tcW w:w="1559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442,46 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  <w:tc>
          <w:tcPr>
            <w:tcW w:w="1560" w:type="dxa"/>
          </w:tcPr>
          <w:p w:rsidR="00F62ABC" w:rsidRPr="00087DE1" w:rsidRDefault="00F62ABC" w:rsidP="00AF5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402,24</w:t>
            </w:r>
            <w:r w:rsidRPr="00087DE1">
              <w:rPr>
                <w:sz w:val="20"/>
                <w:szCs w:val="20"/>
                <w:lang w:eastAsia="pl-PL"/>
              </w:rPr>
              <w:t xml:space="preserve"> Mg</w:t>
            </w:r>
          </w:p>
        </w:tc>
      </w:tr>
    </w:tbl>
    <w:p w:rsidR="00F62ABC" w:rsidRDefault="00F62ABC" w:rsidP="00B820B2">
      <w:pPr>
        <w:pStyle w:val="ListParagraph"/>
        <w:ind w:left="1080"/>
      </w:pPr>
    </w:p>
    <w:p w:rsidR="00F62ABC" w:rsidRDefault="00F62ABC" w:rsidP="00B820B2">
      <w:pPr>
        <w:pStyle w:val="ListParagraph"/>
        <w:ind w:left="1080"/>
        <w:rPr>
          <w:b/>
          <w:bCs/>
        </w:rPr>
      </w:pPr>
      <w:r>
        <w:rPr>
          <w:b/>
          <w:bCs/>
        </w:rPr>
        <w:t>Uwaga. Zamawiający udostępnił  zmieniony formularz oferty.</w:t>
      </w:r>
    </w:p>
    <w:p w:rsidR="00F62ABC" w:rsidRPr="00B820B2" w:rsidRDefault="00F62ABC" w:rsidP="00B820B2">
      <w:pPr>
        <w:pStyle w:val="ListParagraph"/>
        <w:ind w:left="1080"/>
        <w:rPr>
          <w:b/>
          <w:bCs/>
        </w:rPr>
      </w:pPr>
    </w:p>
    <w:p w:rsidR="00F62ABC" w:rsidRDefault="00F62ABC" w:rsidP="008040C5">
      <w:pPr>
        <w:pStyle w:val="ListParagraph"/>
        <w:numPr>
          <w:ilvl w:val="0"/>
          <w:numId w:val="2"/>
        </w:numPr>
      </w:pPr>
      <w:r>
        <w:t>Załącznika nr 7 do SIWZ – Wzoru umowy, dotycząca treści § 12 ust. 1 lit d)</w:t>
      </w:r>
    </w:p>
    <w:p w:rsidR="00F62ABC" w:rsidRPr="0022566A" w:rsidRDefault="00F62ABC" w:rsidP="0022566A">
      <w:pPr>
        <w:pStyle w:val="ListParagraph"/>
        <w:numPr>
          <w:ilvl w:val="0"/>
          <w:numId w:val="5"/>
        </w:numPr>
        <w:rPr>
          <w:b/>
          <w:bCs/>
        </w:rPr>
      </w:pPr>
      <w:r w:rsidRPr="0022566A">
        <w:rPr>
          <w:b/>
          <w:bCs/>
        </w:rPr>
        <w:t xml:space="preserve">treść </w:t>
      </w:r>
      <w:r>
        <w:rPr>
          <w:b/>
          <w:bCs/>
        </w:rPr>
        <w:t>przed zmianą  - § 12 ust. 1 li d</w:t>
      </w:r>
    </w:p>
    <w:p w:rsidR="00F62ABC" w:rsidRDefault="00F62ABC" w:rsidP="00FE4CAA">
      <w:pPr>
        <w:pStyle w:val="ListParagraph"/>
        <w:numPr>
          <w:ilvl w:val="0"/>
          <w:numId w:val="6"/>
        </w:numPr>
        <w:jc w:val="both"/>
      </w:pPr>
      <w:r w:rsidRPr="0022566A">
        <w:t xml:space="preserve">Wykonawca zobowiązuje się do zapłaty na rzecz Zamawiającego kary umownej, </w:t>
      </w:r>
      <w:r>
        <w:br/>
      </w:r>
      <w:r w:rsidRPr="0022566A">
        <w:t>w przypadku:</w:t>
      </w:r>
    </w:p>
    <w:p w:rsidR="00F62ABC" w:rsidRPr="0022566A" w:rsidRDefault="00F62ABC" w:rsidP="00FE4CAA">
      <w:pPr>
        <w:pStyle w:val="ListParagraph"/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2566A">
        <w:rPr>
          <w:rFonts w:ascii="Times New Roman" w:hAnsi="Times New Roman" w:cs="Times New Roman"/>
          <w:sz w:val="24"/>
          <w:szCs w:val="24"/>
        </w:rPr>
        <w:t>d) nie odebrania odpadów zgodnie z harmonogramem lub w określonym terminie:</w:t>
      </w:r>
    </w:p>
    <w:p w:rsidR="00F62ABC" w:rsidRPr="0022566A" w:rsidRDefault="00F62ABC" w:rsidP="00FE4CAA">
      <w:pPr>
        <w:autoSpaceDE w:val="0"/>
        <w:autoSpaceDN w:val="0"/>
        <w:adjustRightInd w:val="0"/>
        <w:spacing w:after="0" w:line="240" w:lineRule="auto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2566A">
        <w:rPr>
          <w:rFonts w:ascii="Times New Roman" w:hAnsi="Times New Roman" w:cs="Times New Roman"/>
          <w:sz w:val="24"/>
          <w:szCs w:val="24"/>
        </w:rPr>
        <w:t>da) zbieranych i odbieranych w sposób selektywny:</w:t>
      </w:r>
    </w:p>
    <w:p w:rsidR="00F62ABC" w:rsidRDefault="00F62ABC" w:rsidP="00FE4CAA">
      <w:pPr>
        <w:autoSpaceDE w:val="0"/>
        <w:autoSpaceDN w:val="0"/>
        <w:adjustRightInd w:val="0"/>
        <w:spacing w:after="0" w:line="240" w:lineRule="auto"/>
        <w:ind w:left="1416"/>
        <w:jc w:val="both"/>
      </w:pPr>
      <w:r>
        <w:t xml:space="preserve">- </w:t>
      </w:r>
      <w:r w:rsidRPr="00940F41">
        <w:t>w wysokości</w:t>
      </w:r>
      <w:r>
        <w:t xml:space="preserve"> </w:t>
      </w:r>
      <w:r w:rsidRPr="00DA52A5">
        <w:t>150 (słownie: sto pięćdziesiąt) złotych</w:t>
      </w:r>
      <w:r>
        <w:t xml:space="preserve"> za każdy nieodebrany pojemnik</w:t>
      </w:r>
      <w:r w:rsidRPr="00940F41">
        <w:t xml:space="preserve"> </w:t>
      </w:r>
      <w:r>
        <w:t>1100 l lub większy;</w:t>
      </w:r>
    </w:p>
    <w:p w:rsidR="00F62ABC" w:rsidRPr="00940F41" w:rsidRDefault="00F62ABC" w:rsidP="00FE4CAA">
      <w:pPr>
        <w:autoSpaceDE w:val="0"/>
        <w:autoSpaceDN w:val="0"/>
        <w:adjustRightInd w:val="0"/>
        <w:spacing w:after="0" w:line="240" w:lineRule="auto"/>
        <w:ind w:left="1416"/>
        <w:jc w:val="both"/>
      </w:pPr>
      <w:r w:rsidRPr="00940F41">
        <w:t xml:space="preserve">- </w:t>
      </w:r>
      <w:r>
        <w:t xml:space="preserve">w wysokości 120 </w:t>
      </w:r>
      <w:r w:rsidRPr="00DA52A5">
        <w:t xml:space="preserve">(słownie: sto dwadzieścia) złotych za każdy dzień zwłoki </w:t>
      </w:r>
      <w:r w:rsidRPr="00940F41">
        <w:t>za</w:t>
      </w:r>
      <w:r>
        <w:t xml:space="preserve"> worek </w:t>
      </w:r>
      <w:r w:rsidRPr="00940F41">
        <w:t>do zbiórki przeterminowanych leków</w:t>
      </w:r>
      <w:r>
        <w:t xml:space="preserve"> z punktów aptecznych zgodnie z obowiązkiem wynikającym z Rozdziału III ust 1. pkt 7 Załącznika nr 1 do Umowy,</w:t>
      </w:r>
    </w:p>
    <w:p w:rsidR="00F62ABC" w:rsidRPr="00940F41" w:rsidRDefault="00F62ABC" w:rsidP="00FE4CAA">
      <w:pPr>
        <w:autoSpaceDE w:val="0"/>
        <w:autoSpaceDN w:val="0"/>
        <w:adjustRightInd w:val="0"/>
        <w:spacing w:after="0" w:line="240" w:lineRule="auto"/>
        <w:ind w:left="1416"/>
        <w:jc w:val="both"/>
      </w:pPr>
      <w:r w:rsidRPr="00940F41">
        <w:t xml:space="preserve">db) w postaci mebli i innych odpadów wielkogabarytowych, przeterminowanych leków i opakowań po lekach, chemikaliów i opakowań po chemikaliach w tym farb, rozpuszczalników, olejów odpadowych itp., zużytych baterii i akumulatorów, zużytego sprzętu elektrycznego i elektronicznego, wszystkiego rodzaju lamp żarowych, halogenowych, świetlówek, zużytych opon zgodnie z Regulaminami utrzymania czystości i porządku na terenie ZGDO - w wysokości </w:t>
      </w:r>
      <w:r>
        <w:t>150</w:t>
      </w:r>
      <w:r w:rsidRPr="00940F41">
        <w:t xml:space="preserve"> (słownie: </w:t>
      </w:r>
      <w:r>
        <w:t>sto pięćdziesiąt</w:t>
      </w:r>
      <w:r w:rsidRPr="00940F41">
        <w:t>) złotych za każdy punkt odbioru, na którym usługa nie została zrealizowana,</w:t>
      </w:r>
    </w:p>
    <w:p w:rsidR="00F62ABC" w:rsidRDefault="00F62ABC" w:rsidP="00FE4CAA">
      <w:pPr>
        <w:autoSpaceDE w:val="0"/>
        <w:autoSpaceDN w:val="0"/>
        <w:adjustRightInd w:val="0"/>
        <w:spacing w:after="0" w:line="240" w:lineRule="auto"/>
        <w:ind w:left="1416"/>
        <w:jc w:val="both"/>
      </w:pPr>
      <w:r w:rsidRPr="00940F41">
        <w:t>dc) komunalnych zmieszanych lub pozostałości z segregacji odpadów komunalnych – w wysokości</w:t>
      </w:r>
      <w:r>
        <w:t xml:space="preserve"> 120,00 zł. za każdy punkt odbioru </w:t>
      </w:r>
      <w:r w:rsidRPr="00940F41">
        <w:t>, na którym usługa nie została zrealizowana</w:t>
      </w:r>
      <w:r>
        <w:t>,</w:t>
      </w:r>
    </w:p>
    <w:p w:rsidR="00F62ABC" w:rsidRPr="00940F41" w:rsidRDefault="00F62ABC" w:rsidP="00FE4CAA">
      <w:pPr>
        <w:autoSpaceDE w:val="0"/>
        <w:autoSpaceDN w:val="0"/>
        <w:adjustRightInd w:val="0"/>
        <w:spacing w:after="0" w:line="240" w:lineRule="auto"/>
        <w:ind w:left="1416"/>
        <w:jc w:val="both"/>
      </w:pPr>
      <w:r w:rsidRPr="00940F41">
        <w:t>dd) zbieranych i odbieranych w sposób selektywny w workach – w wysokości 120 (słownie: sto dwadzieścia złotych) za każdy punkt odbioru, na którym usługa nie została zrealizowana,</w:t>
      </w:r>
    </w:p>
    <w:p w:rsidR="00F62ABC" w:rsidRDefault="00F62ABC" w:rsidP="00FE4CAA">
      <w:pPr>
        <w:pStyle w:val="ListParagraph"/>
        <w:ind w:left="1440"/>
        <w:jc w:val="both"/>
      </w:pPr>
    </w:p>
    <w:p w:rsidR="00F62ABC" w:rsidRPr="00FE4CAA" w:rsidRDefault="00F62ABC" w:rsidP="00FE4CAA">
      <w:pPr>
        <w:pStyle w:val="ListParagraph"/>
        <w:numPr>
          <w:ilvl w:val="0"/>
          <w:numId w:val="5"/>
        </w:numPr>
        <w:jc w:val="both"/>
        <w:rPr>
          <w:b/>
          <w:bCs/>
        </w:rPr>
      </w:pPr>
      <w:r w:rsidRPr="00FE4CAA">
        <w:rPr>
          <w:b/>
          <w:bCs/>
        </w:rPr>
        <w:t>treść po zmianie - § 12 ust. 1 li d</w:t>
      </w:r>
    </w:p>
    <w:p w:rsidR="00F62ABC" w:rsidRPr="006240CF" w:rsidRDefault="00F62ABC" w:rsidP="00FE4CAA">
      <w:pPr>
        <w:pStyle w:val="ListParagraph"/>
        <w:ind w:left="1080"/>
        <w:jc w:val="both"/>
        <w:rPr>
          <w:b/>
          <w:bCs/>
        </w:rPr>
      </w:pPr>
    </w:p>
    <w:p w:rsidR="00F62ABC" w:rsidRDefault="00F62ABC" w:rsidP="00FE4CAA">
      <w:pPr>
        <w:pStyle w:val="ListParagraph"/>
        <w:ind w:left="1080"/>
        <w:jc w:val="both"/>
      </w:pPr>
      <w:r>
        <w:t xml:space="preserve">1.  Wykonawca zobowiązuje się do zapłaty na rzecz Zamawiającego kary umownej, </w:t>
      </w:r>
      <w:r>
        <w:br/>
        <w:t>w przypadku:</w:t>
      </w:r>
    </w:p>
    <w:p w:rsidR="00F62ABC" w:rsidRDefault="00F62ABC" w:rsidP="00FE4CAA">
      <w:pPr>
        <w:pStyle w:val="ListParagraph"/>
        <w:spacing w:after="0"/>
        <w:ind w:firstLine="360"/>
        <w:jc w:val="both"/>
      </w:pPr>
      <w:r>
        <w:t>d) nie odebrania odpadów zgodnie z harmonogramem lub w określonym terminie:</w:t>
      </w:r>
    </w:p>
    <w:p w:rsidR="00F62ABC" w:rsidRDefault="00F62ABC" w:rsidP="00FE4CAA">
      <w:pPr>
        <w:spacing w:after="0"/>
        <w:ind w:left="372" w:firstLine="708"/>
        <w:jc w:val="both"/>
      </w:pPr>
      <w:r>
        <w:t>da) zbieranych i odbieranych w sposób selektywny:</w:t>
      </w:r>
    </w:p>
    <w:p w:rsidR="00F62ABC" w:rsidRDefault="00F62ABC" w:rsidP="00FE4CAA">
      <w:pPr>
        <w:spacing w:after="0"/>
        <w:ind w:left="1080"/>
        <w:jc w:val="both"/>
      </w:pPr>
      <w:r>
        <w:t>- w wysokości 50 (słownie: pięćdziesiąt) złotych za każdy nieodebrany pojemnik 1100 l lub większy;</w:t>
      </w:r>
    </w:p>
    <w:p w:rsidR="00F62ABC" w:rsidRDefault="00F62ABC" w:rsidP="00FE4CAA">
      <w:pPr>
        <w:spacing w:after="0"/>
        <w:ind w:left="1080"/>
        <w:jc w:val="both"/>
      </w:pPr>
      <w:r>
        <w:t xml:space="preserve">- w wysokości 20 (słownie: dwadzieścia) złotych za każdy dzień zwłoki za worek do zbiórki przeterminowanych leków z punktów aptecznych zgodnie z obowiązkiem wynikającym </w:t>
      </w:r>
      <w:r>
        <w:br/>
        <w:t>z Rozdziału III ust 1. pkt 7 Załącznika nr 1 do Umowy,</w:t>
      </w:r>
    </w:p>
    <w:p w:rsidR="00F62ABC" w:rsidRDefault="00F62ABC" w:rsidP="00FE4CAA">
      <w:pPr>
        <w:spacing w:after="0"/>
        <w:ind w:left="1080"/>
        <w:jc w:val="both"/>
      </w:pPr>
      <w:r>
        <w:t xml:space="preserve">db) w postaci mebli i innych odpadów wielkogabarytowych, przeterminowanych leków </w:t>
      </w:r>
      <w:r>
        <w:br/>
        <w:t>i opakowań po lekach, chemikaliów i opakowań po chemikaliach w tym farb, rozpuszczalników, olejów odpadowych itp., zużytych baterii i akumulatorów, zużytego sprzętu elektrycznego i elektronicznego, wszystkiego rodzaju lamp żarowych, halogenowych, świetlówek, zużytych opon zgodnie z Regulaminami utrzymania czystości i porządku na terenie ZGDO - w wysokości 50 (słownie: pięćdziesiąt) złotych za każdy punkt odbioru, na którym usługa nie została zrealizowana,</w:t>
      </w:r>
    </w:p>
    <w:p w:rsidR="00F62ABC" w:rsidRDefault="00F62ABC" w:rsidP="00FE4CAA">
      <w:pPr>
        <w:spacing w:after="0"/>
        <w:ind w:left="1080"/>
        <w:jc w:val="both"/>
      </w:pPr>
      <w:r>
        <w:t xml:space="preserve">dc) komunalnych zmieszanych lub pozostałości z segregacji odpadów komunalnych – </w:t>
      </w:r>
      <w:r>
        <w:br/>
        <w:t>w wysokości 50,00 (słownie pięćdziesiąt) złotych za każdy punkt odbioru, na którym usługa nie została zrealizowana,</w:t>
      </w:r>
    </w:p>
    <w:p w:rsidR="00F62ABC" w:rsidRDefault="00F62ABC" w:rsidP="00FE4CAA">
      <w:pPr>
        <w:spacing w:after="0"/>
        <w:ind w:left="1080"/>
        <w:jc w:val="both"/>
      </w:pPr>
      <w:r>
        <w:t>dd) zbieranych i odbieranych w sposób selektywny w workach – w wysokości 50 (słownie: pięćdziesiąt złotych) za każdy punkt odbioru, na którym usługa nie została zrealizowana.</w:t>
      </w:r>
    </w:p>
    <w:p w:rsidR="00F62ABC" w:rsidRDefault="00F62ABC" w:rsidP="006240CF">
      <w:pPr>
        <w:spacing w:after="0"/>
        <w:ind w:left="1080"/>
      </w:pPr>
    </w:p>
    <w:p w:rsidR="00F62ABC" w:rsidRDefault="00F62ABC" w:rsidP="006240CF">
      <w:pPr>
        <w:pStyle w:val="ListParagraph"/>
        <w:ind w:left="1080"/>
        <w:rPr>
          <w:b/>
          <w:bCs/>
        </w:rPr>
      </w:pPr>
      <w:r>
        <w:rPr>
          <w:b/>
          <w:bCs/>
        </w:rPr>
        <w:t>Uwaga. Zamawiający udostępnił  zmieniony wzór oferty.</w:t>
      </w:r>
    </w:p>
    <w:p w:rsidR="00F62ABC" w:rsidRDefault="00F62ABC" w:rsidP="006240CF">
      <w:pPr>
        <w:spacing w:after="0"/>
        <w:ind w:left="1080"/>
      </w:pPr>
      <w:bookmarkStart w:id="0" w:name="_GoBack"/>
      <w:bookmarkEnd w:id="0"/>
    </w:p>
    <w:sectPr w:rsidR="00F62ABC" w:rsidSect="002A2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17C"/>
    <w:multiLevelType w:val="hybridMultilevel"/>
    <w:tmpl w:val="80D63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D5C76"/>
    <w:multiLevelType w:val="hybridMultilevel"/>
    <w:tmpl w:val="5456F7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E02C0"/>
    <w:multiLevelType w:val="hybridMultilevel"/>
    <w:tmpl w:val="478059EA"/>
    <w:lvl w:ilvl="0" w:tplc="E490F8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1753D6"/>
    <w:multiLevelType w:val="hybridMultilevel"/>
    <w:tmpl w:val="BD0C0564"/>
    <w:lvl w:ilvl="0" w:tplc="FA3421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DA0C73"/>
    <w:multiLevelType w:val="hybridMultilevel"/>
    <w:tmpl w:val="79648B1A"/>
    <w:lvl w:ilvl="0" w:tplc="FDE02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190781"/>
    <w:multiLevelType w:val="hybridMultilevel"/>
    <w:tmpl w:val="CEC62866"/>
    <w:lvl w:ilvl="0" w:tplc="8F264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382B56"/>
    <w:multiLevelType w:val="hybridMultilevel"/>
    <w:tmpl w:val="113EC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0C5"/>
    <w:rsid w:val="00047236"/>
    <w:rsid w:val="00087DE1"/>
    <w:rsid w:val="000A7C97"/>
    <w:rsid w:val="00164E37"/>
    <w:rsid w:val="0022566A"/>
    <w:rsid w:val="002A2B7C"/>
    <w:rsid w:val="00371AB6"/>
    <w:rsid w:val="006240CF"/>
    <w:rsid w:val="008040C5"/>
    <w:rsid w:val="00940F41"/>
    <w:rsid w:val="00AF55A2"/>
    <w:rsid w:val="00B52AA3"/>
    <w:rsid w:val="00B820B2"/>
    <w:rsid w:val="00CB778F"/>
    <w:rsid w:val="00CF2470"/>
    <w:rsid w:val="00D35C5F"/>
    <w:rsid w:val="00DA52A5"/>
    <w:rsid w:val="00E9776D"/>
    <w:rsid w:val="00ED61CE"/>
    <w:rsid w:val="00F62ABC"/>
    <w:rsid w:val="00F7406F"/>
    <w:rsid w:val="00FE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C9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40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47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2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1639</Words>
  <Characters>9837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</dc:creator>
  <cp:keywords/>
  <dc:description/>
  <cp:lastModifiedBy>lm</cp:lastModifiedBy>
  <cp:revision>3</cp:revision>
  <dcterms:created xsi:type="dcterms:W3CDTF">2015-07-30T08:54:00Z</dcterms:created>
  <dcterms:modified xsi:type="dcterms:W3CDTF">2015-07-30T10:02:00Z</dcterms:modified>
</cp:coreProperties>
</file>